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50510" w14:textId="2F8ABF17" w:rsidR="005C1D42" w:rsidRPr="00544AF0" w:rsidRDefault="007921B7">
      <w:pPr>
        <w:pStyle w:val="berschrift1"/>
      </w:pPr>
      <w:r w:rsidRPr="00544AF0">
        <w:t xml:space="preserve">Élaborer </w:t>
      </w:r>
      <w:r w:rsidR="001C55F8" w:rsidRPr="00544AF0">
        <w:t xml:space="preserve">un </w:t>
      </w:r>
      <w:r w:rsidRPr="00544AF0">
        <w:t>travail écrit</w:t>
      </w:r>
      <w:r w:rsidR="00DF576F" w:rsidRPr="00544AF0">
        <w:t xml:space="preserve"> - </w:t>
      </w:r>
      <w:r w:rsidR="001C55F8" w:rsidRPr="00544AF0">
        <w:t>L</w:t>
      </w:r>
      <w:r w:rsidR="00A23F80" w:rsidRPr="00544AF0">
        <w:t xml:space="preserve">iste de contrôle </w:t>
      </w:r>
    </w:p>
    <w:p w14:paraId="5030239C" w14:textId="77777777" w:rsidR="00682941" w:rsidRPr="00544AF0" w:rsidRDefault="00682941" w:rsidP="000536DE">
      <w:pPr>
        <w:pStyle w:val="AufzZx1zLpucesxinterl1Puntielencoxil1"/>
        <w:numPr>
          <w:ilvl w:val="0"/>
          <w:numId w:val="0"/>
        </w:numPr>
        <w:ind w:left="360"/>
        <w:rPr>
          <w:lang w:val="fr-CH"/>
        </w:rPr>
      </w:pPr>
    </w:p>
    <w:p w14:paraId="61D2E79E" w14:textId="77777777" w:rsidR="005C1D42" w:rsidRPr="00544AF0" w:rsidRDefault="00DF576F">
      <w:pPr>
        <w:pStyle w:val="berschrift2"/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Informations générales </w:t>
      </w:r>
      <w:r w:rsidR="00682941" w:rsidRPr="00544AF0">
        <w:rPr>
          <w:sz w:val="22"/>
          <w:szCs w:val="22"/>
          <w:lang w:val="fr-CH"/>
        </w:rPr>
        <w:t>:</w:t>
      </w:r>
    </w:p>
    <w:p w14:paraId="730C9154" w14:textId="5C3CA740" w:rsidR="005C1D42" w:rsidRPr="00544AF0" w:rsidRDefault="001C55F8">
      <w:pPr>
        <w:pStyle w:val="Listenabsatz"/>
        <w:numPr>
          <w:ilvl w:val="0"/>
          <w:numId w:val="16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>Lire</w:t>
      </w:r>
      <w:r w:rsidR="00DF576F" w:rsidRPr="00544AF0">
        <w:rPr>
          <w:sz w:val="22"/>
          <w:szCs w:val="22"/>
          <w:lang w:val="fr-CH"/>
        </w:rPr>
        <w:t xml:space="preserve"> attentivement </w:t>
      </w:r>
      <w:r w:rsidR="007921B7" w:rsidRPr="00544AF0">
        <w:rPr>
          <w:sz w:val="22"/>
          <w:szCs w:val="22"/>
          <w:lang w:val="fr-CH"/>
        </w:rPr>
        <w:t>l’</w:t>
      </w:r>
      <w:r w:rsidR="007611B2" w:rsidRPr="00544AF0">
        <w:rPr>
          <w:sz w:val="22"/>
          <w:szCs w:val="22"/>
          <w:lang w:val="fr-CH"/>
        </w:rPr>
        <w:t xml:space="preserve">AIDE-MÉMOIRE </w:t>
      </w:r>
      <w:r w:rsidR="007921B7" w:rsidRPr="00544AF0">
        <w:rPr>
          <w:sz w:val="22"/>
          <w:szCs w:val="22"/>
          <w:lang w:val="fr-CH"/>
        </w:rPr>
        <w:t>concernant l’épreuve</w:t>
      </w:r>
      <w:r w:rsidR="00DF576F" w:rsidRPr="00544AF0">
        <w:rPr>
          <w:sz w:val="22"/>
          <w:szCs w:val="22"/>
          <w:lang w:val="fr-CH"/>
        </w:rPr>
        <w:t xml:space="preserve"> 1 de l'examen professionnel (</w:t>
      </w:r>
      <w:r w:rsidR="007921B7" w:rsidRPr="00544AF0">
        <w:rPr>
          <w:sz w:val="22"/>
          <w:szCs w:val="22"/>
          <w:lang w:val="fr-CH"/>
        </w:rPr>
        <w:t>d</w:t>
      </w:r>
      <w:r w:rsidR="00D02BAE" w:rsidRPr="00544AF0">
        <w:rPr>
          <w:sz w:val="22"/>
          <w:szCs w:val="22"/>
          <w:lang w:val="fr-CH"/>
        </w:rPr>
        <w:t>irectives</w:t>
      </w:r>
      <w:r w:rsidR="00DF576F" w:rsidRPr="00544AF0">
        <w:rPr>
          <w:sz w:val="22"/>
          <w:szCs w:val="22"/>
          <w:lang w:val="fr-CH"/>
        </w:rPr>
        <w:t xml:space="preserve"> </w:t>
      </w:r>
      <w:r w:rsidR="007921B7" w:rsidRPr="00544AF0">
        <w:rPr>
          <w:sz w:val="22"/>
          <w:szCs w:val="22"/>
          <w:lang w:val="fr-CH"/>
        </w:rPr>
        <w:t>relatives au r</w:t>
      </w:r>
      <w:r w:rsidR="00DF576F" w:rsidRPr="00544AF0">
        <w:rPr>
          <w:sz w:val="22"/>
          <w:szCs w:val="22"/>
          <w:lang w:val="fr-CH"/>
        </w:rPr>
        <w:t xml:space="preserve">èglement </w:t>
      </w:r>
      <w:r w:rsidR="007921B7" w:rsidRPr="00544AF0">
        <w:rPr>
          <w:sz w:val="22"/>
          <w:szCs w:val="22"/>
          <w:lang w:val="fr-CH"/>
        </w:rPr>
        <w:t xml:space="preserve">concernant </w:t>
      </w:r>
      <w:r w:rsidR="00D02BAE" w:rsidRPr="00544AF0">
        <w:rPr>
          <w:sz w:val="22"/>
          <w:szCs w:val="22"/>
          <w:lang w:val="fr-CH"/>
        </w:rPr>
        <w:t>l’examen professionnel</w:t>
      </w:r>
      <w:r w:rsidR="00DF576F" w:rsidRPr="00544AF0">
        <w:rPr>
          <w:sz w:val="22"/>
          <w:szCs w:val="22"/>
          <w:lang w:val="fr-CH"/>
        </w:rPr>
        <w:t xml:space="preserve"> </w:t>
      </w:r>
      <w:r w:rsidR="007921B7" w:rsidRPr="00544AF0">
        <w:rPr>
          <w:sz w:val="22"/>
          <w:szCs w:val="22"/>
          <w:lang w:val="fr-CH"/>
        </w:rPr>
        <w:t>d’</w:t>
      </w:r>
      <w:r w:rsidR="00DF576F" w:rsidRPr="00544AF0">
        <w:rPr>
          <w:sz w:val="22"/>
          <w:szCs w:val="22"/>
          <w:lang w:val="fr-CH"/>
        </w:rPr>
        <w:t xml:space="preserve"> instruct</w:t>
      </w:r>
      <w:r w:rsidR="00D02BAE" w:rsidRPr="00544AF0">
        <w:rPr>
          <w:sz w:val="22"/>
          <w:szCs w:val="22"/>
          <w:lang w:val="fr-CH"/>
        </w:rPr>
        <w:t>rice</w:t>
      </w:r>
      <w:r w:rsidR="007921B7" w:rsidRPr="00544AF0">
        <w:rPr>
          <w:sz w:val="22"/>
          <w:szCs w:val="22"/>
          <w:lang w:val="fr-CH"/>
        </w:rPr>
        <w:t xml:space="preserve"> </w:t>
      </w:r>
      <w:r w:rsidR="00D02BAE" w:rsidRPr="00544AF0">
        <w:rPr>
          <w:sz w:val="22"/>
          <w:szCs w:val="22"/>
          <w:lang w:val="fr-CH"/>
        </w:rPr>
        <w:t>/</w:t>
      </w:r>
      <w:r w:rsidR="007921B7" w:rsidRPr="00544AF0">
        <w:rPr>
          <w:sz w:val="22"/>
          <w:szCs w:val="22"/>
          <w:lang w:val="fr-CH"/>
        </w:rPr>
        <w:t xml:space="preserve"> instructeur</w:t>
      </w:r>
      <w:r w:rsidR="00DF576F" w:rsidRPr="00544AF0">
        <w:rPr>
          <w:sz w:val="22"/>
          <w:szCs w:val="22"/>
          <w:lang w:val="fr-CH"/>
        </w:rPr>
        <w:t xml:space="preserve"> de la protection civile avec </w:t>
      </w:r>
      <w:r w:rsidR="00D02BAE" w:rsidRPr="00544AF0">
        <w:rPr>
          <w:sz w:val="22"/>
          <w:szCs w:val="22"/>
          <w:lang w:val="fr-CH"/>
        </w:rPr>
        <w:t>brevet fédéral</w:t>
      </w:r>
      <w:r w:rsidR="007611B2" w:rsidRPr="00544AF0">
        <w:rPr>
          <w:sz w:val="22"/>
          <w:szCs w:val="22"/>
          <w:lang w:val="fr-CH"/>
        </w:rPr>
        <w:t>, annexe 3</w:t>
      </w:r>
      <w:r w:rsidR="00DF576F" w:rsidRPr="00544AF0">
        <w:rPr>
          <w:sz w:val="22"/>
          <w:szCs w:val="22"/>
          <w:lang w:val="fr-CH"/>
        </w:rPr>
        <w:t>).</w:t>
      </w:r>
    </w:p>
    <w:p w14:paraId="44304A29" w14:textId="646C4C8F" w:rsidR="005C1D42" w:rsidRDefault="00DF576F">
      <w:pPr>
        <w:pStyle w:val="Listenabsatz"/>
        <w:numPr>
          <w:ilvl w:val="0"/>
          <w:numId w:val="16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>Établir un calendrier détaillé et l'adapter en permanence</w:t>
      </w:r>
    </w:p>
    <w:p w14:paraId="70996A0F" w14:textId="0F1BA29D" w:rsidR="002453B4" w:rsidRPr="00544AF0" w:rsidRDefault="002453B4" w:rsidP="002453B4">
      <w:pPr>
        <w:pStyle w:val="Listenabsatz"/>
        <w:numPr>
          <w:ilvl w:val="0"/>
          <w:numId w:val="16"/>
        </w:numPr>
        <w:rPr>
          <w:sz w:val="22"/>
          <w:szCs w:val="22"/>
          <w:lang w:val="fr-CH"/>
        </w:rPr>
      </w:pPr>
      <w:r w:rsidRPr="002453B4">
        <w:rPr>
          <w:sz w:val="22"/>
          <w:szCs w:val="22"/>
          <w:lang w:val="fr-CH"/>
        </w:rPr>
        <w:t>Réfléchir à des thèmes possibles, convenir d'un mandat écrit avec le/la mandant(e) et établir ensuite la disposition</w:t>
      </w:r>
    </w:p>
    <w:p w14:paraId="0B99F079" w14:textId="29C1F58C" w:rsidR="005C1D42" w:rsidRPr="00544AF0" w:rsidRDefault="00DF576F">
      <w:pPr>
        <w:pStyle w:val="Listenabsatz"/>
        <w:numPr>
          <w:ilvl w:val="0"/>
          <w:numId w:val="16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Faites relire le travail fini par </w:t>
      </w:r>
      <w:r w:rsidR="00D02BAE" w:rsidRPr="00544AF0">
        <w:rPr>
          <w:sz w:val="22"/>
          <w:szCs w:val="22"/>
          <w:lang w:val="fr-CH"/>
        </w:rPr>
        <w:t>au moins un collègue et faire vérifier</w:t>
      </w:r>
      <w:r w:rsidRPr="00544AF0">
        <w:rPr>
          <w:sz w:val="22"/>
          <w:szCs w:val="22"/>
          <w:lang w:val="fr-CH"/>
        </w:rPr>
        <w:t xml:space="preserve"> l'orthographe et les faiblesses du contenu</w:t>
      </w:r>
    </w:p>
    <w:p w14:paraId="2BAB02D0" w14:textId="77777777" w:rsidR="00682941" w:rsidRPr="00544AF0" w:rsidRDefault="00682941" w:rsidP="00682941">
      <w:pPr>
        <w:pStyle w:val="Listenabsatz"/>
        <w:rPr>
          <w:sz w:val="22"/>
          <w:szCs w:val="22"/>
          <w:lang w:val="fr-CH"/>
        </w:rPr>
      </w:pPr>
    </w:p>
    <w:p w14:paraId="5A97A985" w14:textId="77777777" w:rsidR="005C1D42" w:rsidRPr="00544AF0" w:rsidRDefault="002F5641">
      <w:pPr>
        <w:pStyle w:val="berschrift2"/>
        <w:rPr>
          <w:bCs/>
          <w:sz w:val="22"/>
          <w:lang w:val="fr-CH"/>
        </w:rPr>
      </w:pPr>
      <w:r w:rsidRPr="00544AF0">
        <w:rPr>
          <w:bCs/>
          <w:sz w:val="22"/>
          <w:lang w:val="fr-CH"/>
        </w:rPr>
        <w:t xml:space="preserve">Respecter les </w:t>
      </w:r>
      <w:r w:rsidR="00D02BAE" w:rsidRPr="00544AF0">
        <w:rPr>
          <w:bCs/>
          <w:sz w:val="22"/>
          <w:lang w:val="fr-CH"/>
        </w:rPr>
        <w:t>consignes formelles</w:t>
      </w:r>
      <w:r w:rsidR="00DF576F" w:rsidRPr="00544AF0">
        <w:rPr>
          <w:bCs/>
          <w:sz w:val="22"/>
          <w:lang w:val="fr-CH"/>
        </w:rPr>
        <w:t xml:space="preserve"> </w:t>
      </w:r>
      <w:r w:rsidR="00682941" w:rsidRPr="00544AF0">
        <w:rPr>
          <w:bCs/>
          <w:sz w:val="22"/>
          <w:lang w:val="fr-CH"/>
        </w:rPr>
        <w:t>:</w:t>
      </w:r>
    </w:p>
    <w:p w14:paraId="074F49DB" w14:textId="6ECF0C3B" w:rsidR="005C1D42" w:rsidRPr="00544AF0" w:rsidRDefault="00DF576F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30 000 à 50 000 caractères (espaces compris, sans </w:t>
      </w:r>
      <w:r w:rsidR="002453B4">
        <w:rPr>
          <w:sz w:val="22"/>
          <w:szCs w:val="22"/>
          <w:lang w:val="fr-CH"/>
        </w:rPr>
        <w:t xml:space="preserve">page de titre, </w:t>
      </w:r>
      <w:r w:rsidRPr="00544AF0">
        <w:rPr>
          <w:sz w:val="22"/>
          <w:szCs w:val="22"/>
          <w:lang w:val="fr-CH"/>
        </w:rPr>
        <w:t>annexe</w:t>
      </w:r>
      <w:r w:rsidR="002453B4">
        <w:rPr>
          <w:sz w:val="22"/>
          <w:szCs w:val="22"/>
          <w:lang w:val="fr-CH"/>
        </w:rPr>
        <w:t>s, bibliographie etc.</w:t>
      </w:r>
      <w:r w:rsidRPr="00544AF0">
        <w:rPr>
          <w:sz w:val="22"/>
          <w:szCs w:val="22"/>
          <w:lang w:val="fr-CH"/>
        </w:rPr>
        <w:t xml:space="preserve">) </w:t>
      </w:r>
    </w:p>
    <w:p w14:paraId="07D117AD" w14:textId="41229090" w:rsidR="005C1D42" w:rsidRPr="00544AF0" w:rsidRDefault="00D02BAE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>Choisir</w:t>
      </w:r>
      <w:r w:rsidR="00DF576F" w:rsidRPr="00544AF0">
        <w:rPr>
          <w:sz w:val="22"/>
          <w:szCs w:val="22"/>
          <w:lang w:val="fr-CH"/>
        </w:rPr>
        <w:t xml:space="preserve"> </w:t>
      </w:r>
      <w:r w:rsidR="00622CAF" w:rsidRPr="00544AF0">
        <w:rPr>
          <w:sz w:val="22"/>
          <w:szCs w:val="22"/>
          <w:lang w:val="fr-CH"/>
        </w:rPr>
        <w:t xml:space="preserve">la </w:t>
      </w:r>
      <w:r w:rsidR="00DF576F" w:rsidRPr="00544AF0">
        <w:rPr>
          <w:sz w:val="22"/>
          <w:szCs w:val="22"/>
          <w:lang w:val="fr-CH"/>
        </w:rPr>
        <w:t>police de caractères Arial Calibri</w:t>
      </w:r>
      <w:r w:rsidR="002453B4">
        <w:rPr>
          <w:sz w:val="22"/>
          <w:szCs w:val="22"/>
          <w:lang w:val="fr-CH"/>
        </w:rPr>
        <w:t xml:space="preserve"> ou Helvetica</w:t>
      </w:r>
      <w:r w:rsidR="00DF576F" w:rsidRPr="00544AF0">
        <w:rPr>
          <w:sz w:val="22"/>
          <w:szCs w:val="22"/>
          <w:lang w:val="fr-CH"/>
        </w:rPr>
        <w:t xml:space="preserve">, </w:t>
      </w:r>
      <w:r w:rsidRPr="00544AF0">
        <w:rPr>
          <w:sz w:val="22"/>
          <w:szCs w:val="22"/>
          <w:lang w:val="fr-CH"/>
        </w:rPr>
        <w:t>et maintenir la cohérence</w:t>
      </w:r>
    </w:p>
    <w:p w14:paraId="7B85F567" w14:textId="77777777" w:rsidR="005C1D42" w:rsidRPr="00544AF0" w:rsidRDefault="00DF576F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Taille de la police 11 </w:t>
      </w:r>
    </w:p>
    <w:p w14:paraId="5D245B0A" w14:textId="77777777" w:rsidR="005C1D42" w:rsidRPr="00544AF0" w:rsidRDefault="00DF576F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Espacement </w:t>
      </w:r>
      <w:r w:rsidR="00D02BAE" w:rsidRPr="00544AF0">
        <w:rPr>
          <w:sz w:val="22"/>
          <w:szCs w:val="22"/>
          <w:lang w:val="fr-CH"/>
        </w:rPr>
        <w:t xml:space="preserve">simple </w:t>
      </w:r>
      <w:r w:rsidRPr="00544AF0">
        <w:rPr>
          <w:sz w:val="22"/>
          <w:szCs w:val="22"/>
          <w:lang w:val="fr-CH"/>
        </w:rPr>
        <w:t xml:space="preserve">d'une ligne </w:t>
      </w:r>
    </w:p>
    <w:p w14:paraId="56C57AC1" w14:textId="77777777" w:rsidR="005C1D42" w:rsidRPr="00544AF0" w:rsidRDefault="00D02BAE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>Numéroter les</w:t>
      </w:r>
      <w:r w:rsidR="00DF576F" w:rsidRPr="00544AF0">
        <w:rPr>
          <w:sz w:val="22"/>
          <w:szCs w:val="22"/>
          <w:lang w:val="fr-CH"/>
        </w:rPr>
        <w:t xml:space="preserve"> pages </w:t>
      </w:r>
      <w:r w:rsidR="00A23F80" w:rsidRPr="00544AF0">
        <w:rPr>
          <w:sz w:val="22"/>
          <w:szCs w:val="22"/>
          <w:lang w:val="fr-CH"/>
        </w:rPr>
        <w:t xml:space="preserve">(page de titre sans numéro) </w:t>
      </w:r>
    </w:p>
    <w:p w14:paraId="71031C12" w14:textId="33AC765B" w:rsidR="005C1D42" w:rsidRPr="00BF75C4" w:rsidRDefault="00DF576F" w:rsidP="002453B4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>Marges</w:t>
      </w:r>
      <w:r w:rsidR="002453B4">
        <w:rPr>
          <w:sz w:val="22"/>
          <w:szCs w:val="22"/>
          <w:lang w:val="fr-CH"/>
        </w:rPr>
        <w:t xml:space="preserve"> (</w:t>
      </w:r>
      <w:r w:rsidR="002453B4" w:rsidRPr="002453B4">
        <w:rPr>
          <w:sz w:val="22"/>
          <w:szCs w:val="22"/>
          <w:lang w:val="fr-CH"/>
        </w:rPr>
        <w:t>2,5 cm de chaque côté, marge supérieure de 2,5 cm,</w:t>
      </w:r>
      <w:r w:rsidR="002453B4">
        <w:rPr>
          <w:sz w:val="22"/>
          <w:szCs w:val="22"/>
          <w:lang w:val="fr-CH"/>
        </w:rPr>
        <w:t xml:space="preserve"> </w:t>
      </w:r>
      <w:r w:rsidR="002453B4" w:rsidRPr="00BF75C4">
        <w:rPr>
          <w:sz w:val="22"/>
          <w:szCs w:val="22"/>
          <w:lang w:val="fr-CH"/>
        </w:rPr>
        <w:t>marge inférieure de 2 cm</w:t>
      </w:r>
      <w:r w:rsidR="002453B4">
        <w:rPr>
          <w:sz w:val="22"/>
          <w:szCs w:val="22"/>
          <w:lang w:val="fr-CH"/>
        </w:rPr>
        <w:t>)</w:t>
      </w:r>
    </w:p>
    <w:p w14:paraId="1F58D634" w14:textId="77777777" w:rsidR="005C1D42" w:rsidRPr="00544AF0" w:rsidRDefault="00DF576F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Utiliser </w:t>
      </w:r>
      <w:r w:rsidR="00D02BAE" w:rsidRPr="00544AF0">
        <w:rPr>
          <w:sz w:val="22"/>
          <w:szCs w:val="22"/>
          <w:lang w:val="fr-CH"/>
        </w:rPr>
        <w:t>les modèles de format</w:t>
      </w:r>
      <w:r w:rsidRPr="00544AF0">
        <w:rPr>
          <w:sz w:val="22"/>
          <w:szCs w:val="22"/>
          <w:lang w:val="fr-CH"/>
        </w:rPr>
        <w:t xml:space="preserve"> pour une meilleure structuration </w:t>
      </w:r>
    </w:p>
    <w:p w14:paraId="2E1E3F84" w14:textId="77777777" w:rsidR="005C1D42" w:rsidRPr="00544AF0" w:rsidRDefault="00DF576F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Créer une page de titre selon les </w:t>
      </w:r>
      <w:r w:rsidR="00D02BAE" w:rsidRPr="00544AF0">
        <w:rPr>
          <w:sz w:val="22"/>
          <w:szCs w:val="22"/>
          <w:lang w:val="fr-CH"/>
        </w:rPr>
        <w:t>consignes</w:t>
      </w:r>
      <w:r w:rsidRPr="00544AF0">
        <w:rPr>
          <w:sz w:val="22"/>
          <w:szCs w:val="22"/>
          <w:lang w:val="fr-CH"/>
        </w:rPr>
        <w:t xml:space="preserve"> </w:t>
      </w:r>
    </w:p>
    <w:p w14:paraId="59776E63" w14:textId="77777777" w:rsidR="005C1D42" w:rsidRPr="00544AF0" w:rsidRDefault="00DF576F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Créer une table des matières (éventuellement une liste d'abréviations) </w:t>
      </w:r>
    </w:p>
    <w:p w14:paraId="55D2B816" w14:textId="77777777" w:rsidR="005C1D42" w:rsidRPr="00544AF0" w:rsidRDefault="00DF576F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Créer une liste </w:t>
      </w:r>
      <w:r w:rsidR="00D02BAE" w:rsidRPr="00544AF0">
        <w:rPr>
          <w:sz w:val="22"/>
          <w:szCs w:val="22"/>
          <w:lang w:val="fr-CH"/>
        </w:rPr>
        <w:t>des illustrations</w:t>
      </w:r>
      <w:r w:rsidRPr="00544AF0">
        <w:rPr>
          <w:sz w:val="22"/>
          <w:szCs w:val="22"/>
          <w:lang w:val="fr-CH"/>
        </w:rPr>
        <w:t xml:space="preserve"> </w:t>
      </w:r>
    </w:p>
    <w:p w14:paraId="0FED01F5" w14:textId="77777777" w:rsidR="005C1D42" w:rsidRPr="00544AF0" w:rsidRDefault="00DF576F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Créer une bibliographie par ordre alphabétique </w:t>
      </w:r>
    </w:p>
    <w:p w14:paraId="0A59DA1A" w14:textId="55E0DD50" w:rsidR="005C1D42" w:rsidRPr="00544AF0" w:rsidRDefault="00D02BAE">
      <w:pPr>
        <w:pStyle w:val="Listenabsatz"/>
        <w:numPr>
          <w:ilvl w:val="0"/>
          <w:numId w:val="17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Ne pas oublier </w:t>
      </w:r>
      <w:r w:rsidR="00DF576F" w:rsidRPr="00544AF0">
        <w:rPr>
          <w:sz w:val="22"/>
          <w:szCs w:val="22"/>
          <w:lang w:val="fr-CH"/>
        </w:rPr>
        <w:t xml:space="preserve">de signer la déclaration </w:t>
      </w:r>
      <w:r w:rsidRPr="00544AF0">
        <w:rPr>
          <w:sz w:val="22"/>
          <w:szCs w:val="22"/>
          <w:lang w:val="fr-CH"/>
        </w:rPr>
        <w:t>d’authenticité</w:t>
      </w:r>
      <w:r w:rsidR="00DF576F" w:rsidRPr="00544AF0">
        <w:rPr>
          <w:sz w:val="22"/>
          <w:szCs w:val="22"/>
          <w:lang w:val="fr-CH"/>
        </w:rPr>
        <w:t>.</w:t>
      </w:r>
    </w:p>
    <w:p w14:paraId="3410D3EA" w14:textId="77777777" w:rsidR="002F5641" w:rsidRPr="00544AF0" w:rsidRDefault="002F5641" w:rsidP="004C593A">
      <w:pPr>
        <w:pStyle w:val="Listenabsatz"/>
        <w:rPr>
          <w:sz w:val="22"/>
          <w:szCs w:val="22"/>
          <w:lang w:val="fr-CH"/>
        </w:rPr>
      </w:pPr>
    </w:p>
    <w:p w14:paraId="049E81E4" w14:textId="77777777" w:rsidR="005C1D42" w:rsidRPr="00544AF0" w:rsidRDefault="00DF576F">
      <w:pPr>
        <w:pStyle w:val="berschrift2"/>
        <w:rPr>
          <w:bCs/>
          <w:sz w:val="22"/>
          <w:lang w:val="fr-CH"/>
        </w:rPr>
      </w:pPr>
      <w:r w:rsidRPr="00544AF0">
        <w:rPr>
          <w:bCs/>
          <w:sz w:val="22"/>
          <w:lang w:val="fr-CH"/>
        </w:rPr>
        <w:t xml:space="preserve">Respecter le traitement de l'information : </w:t>
      </w:r>
    </w:p>
    <w:p w14:paraId="4FE9BF0D" w14:textId="13F883BF" w:rsidR="005C1D42" w:rsidRPr="00544AF0" w:rsidRDefault="00D02BAE">
      <w:pPr>
        <w:pStyle w:val="Listenabsatz"/>
        <w:numPr>
          <w:ilvl w:val="0"/>
          <w:numId w:val="18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>Utiliser</w:t>
      </w:r>
      <w:r w:rsidR="00DF576F" w:rsidRPr="00544AF0">
        <w:rPr>
          <w:sz w:val="22"/>
          <w:szCs w:val="22"/>
          <w:lang w:val="fr-CH"/>
        </w:rPr>
        <w:t xml:space="preserve"> des citations, des références, des illustrations, des statistiques, des tableaux, etc. pour étayer votre propre argumentation. Les informations ont-elles été utilisées de manière </w:t>
      </w:r>
      <w:r w:rsidR="003A24C2" w:rsidRPr="00544AF0">
        <w:rPr>
          <w:sz w:val="22"/>
          <w:szCs w:val="22"/>
          <w:lang w:val="fr-CH"/>
        </w:rPr>
        <w:t xml:space="preserve">pertinente </w:t>
      </w:r>
      <w:r w:rsidR="00DF576F" w:rsidRPr="00544AF0">
        <w:rPr>
          <w:sz w:val="22"/>
          <w:szCs w:val="22"/>
          <w:lang w:val="fr-CH"/>
        </w:rPr>
        <w:t>et logique ?</w:t>
      </w:r>
    </w:p>
    <w:p w14:paraId="55532A8A" w14:textId="77777777" w:rsidR="005C1D42" w:rsidRPr="00544AF0" w:rsidRDefault="00DF576F">
      <w:pPr>
        <w:pStyle w:val="Listenabsatz"/>
        <w:numPr>
          <w:ilvl w:val="0"/>
          <w:numId w:val="18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>Les</w:t>
      </w:r>
      <w:r w:rsidR="007028F6" w:rsidRPr="00544AF0">
        <w:rPr>
          <w:sz w:val="22"/>
          <w:szCs w:val="22"/>
          <w:lang w:val="fr-CH"/>
        </w:rPr>
        <w:t xml:space="preserve"> propriétés étrangère</w:t>
      </w:r>
      <w:r w:rsidRPr="00544AF0">
        <w:rPr>
          <w:sz w:val="22"/>
          <w:szCs w:val="22"/>
          <w:lang w:val="fr-CH"/>
        </w:rPr>
        <w:t xml:space="preserve">s ont-ils toujours été documentés ? </w:t>
      </w:r>
      <w:r w:rsidR="007028F6" w:rsidRPr="00544AF0">
        <w:rPr>
          <w:sz w:val="22"/>
          <w:szCs w:val="22"/>
          <w:lang w:val="fr-CH"/>
        </w:rPr>
        <w:t>(Mot clé : p</w:t>
      </w:r>
      <w:r w:rsidRPr="00544AF0">
        <w:rPr>
          <w:sz w:val="22"/>
          <w:szCs w:val="22"/>
          <w:lang w:val="fr-CH"/>
        </w:rPr>
        <w:t>lagiat)</w:t>
      </w:r>
    </w:p>
    <w:p w14:paraId="7293E1A5" w14:textId="2E97260C" w:rsidR="005C1D42" w:rsidRPr="00544AF0" w:rsidRDefault="00DF576F">
      <w:pPr>
        <w:pStyle w:val="Listenabsatz"/>
        <w:numPr>
          <w:ilvl w:val="0"/>
          <w:numId w:val="18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Les règles de citation selon </w:t>
      </w:r>
      <w:r w:rsidR="002453B4" w:rsidRPr="00544AF0">
        <w:rPr>
          <w:sz w:val="22"/>
          <w:szCs w:val="22"/>
          <w:lang w:val="fr-CH"/>
        </w:rPr>
        <w:t>l’AIDE-MÉMOIRE</w:t>
      </w:r>
      <w:r w:rsidRPr="00544AF0">
        <w:rPr>
          <w:sz w:val="22"/>
          <w:szCs w:val="22"/>
          <w:lang w:val="fr-CH"/>
        </w:rPr>
        <w:t xml:space="preserve"> </w:t>
      </w:r>
      <w:r w:rsidR="002453B4" w:rsidRPr="00544AF0">
        <w:rPr>
          <w:sz w:val="22"/>
          <w:szCs w:val="22"/>
          <w:lang w:val="fr-CH"/>
        </w:rPr>
        <w:t xml:space="preserve">concernant l’épreuve 1 </w:t>
      </w:r>
      <w:r w:rsidRPr="00544AF0">
        <w:rPr>
          <w:sz w:val="22"/>
          <w:szCs w:val="22"/>
          <w:lang w:val="fr-CH"/>
        </w:rPr>
        <w:t>ont-elles été respectées ?</w:t>
      </w:r>
    </w:p>
    <w:p w14:paraId="2E447E43" w14:textId="77777777" w:rsidR="005C1D42" w:rsidRPr="00544AF0" w:rsidRDefault="00DF576F">
      <w:pPr>
        <w:pStyle w:val="Listenabsatz"/>
        <w:numPr>
          <w:ilvl w:val="0"/>
          <w:numId w:val="18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Choisir judicieusement la littérature technique </w:t>
      </w:r>
    </w:p>
    <w:p w14:paraId="14ACABFB" w14:textId="77777777" w:rsidR="005C1D42" w:rsidRPr="00544AF0" w:rsidRDefault="00DF576F">
      <w:pPr>
        <w:pStyle w:val="Listenabsatz"/>
        <w:numPr>
          <w:ilvl w:val="0"/>
          <w:numId w:val="18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Les illustrations sont-elles significatives ? </w:t>
      </w:r>
    </w:p>
    <w:p w14:paraId="3F4E7548" w14:textId="7DF3834F" w:rsidR="005C1D42" w:rsidRPr="00544AF0" w:rsidRDefault="00DF576F">
      <w:pPr>
        <w:pStyle w:val="Listenabsatz"/>
        <w:numPr>
          <w:ilvl w:val="0"/>
          <w:numId w:val="18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Les </w:t>
      </w:r>
      <w:r w:rsidR="00144C5B" w:rsidRPr="00544AF0">
        <w:rPr>
          <w:sz w:val="22"/>
          <w:szCs w:val="22"/>
          <w:lang w:val="fr-CH"/>
        </w:rPr>
        <w:t>illustrations</w:t>
      </w:r>
      <w:r w:rsidRPr="00544AF0">
        <w:rPr>
          <w:sz w:val="22"/>
          <w:szCs w:val="22"/>
          <w:lang w:val="fr-CH"/>
        </w:rPr>
        <w:t xml:space="preserve"> et les tableaux ont-ils été correctement </w:t>
      </w:r>
      <w:r w:rsidR="003A24C2" w:rsidRPr="00544AF0">
        <w:rPr>
          <w:sz w:val="22"/>
          <w:szCs w:val="22"/>
          <w:lang w:val="fr-CH"/>
        </w:rPr>
        <w:t xml:space="preserve">désignés </w:t>
      </w:r>
      <w:r w:rsidRPr="00544AF0">
        <w:rPr>
          <w:sz w:val="22"/>
          <w:szCs w:val="22"/>
          <w:lang w:val="fr-CH"/>
        </w:rPr>
        <w:t>et numérotés ?</w:t>
      </w:r>
    </w:p>
    <w:p w14:paraId="3FF60E5E" w14:textId="171584E9" w:rsidR="005C1D42" w:rsidRPr="00544AF0" w:rsidRDefault="00DF576F">
      <w:pPr>
        <w:pStyle w:val="Listenabsatz"/>
        <w:numPr>
          <w:ilvl w:val="0"/>
          <w:numId w:val="18"/>
        </w:numPr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Les notes de bas de page (éventuelles) </w:t>
      </w:r>
      <w:r w:rsidR="003A24C2" w:rsidRPr="00544AF0">
        <w:rPr>
          <w:sz w:val="22"/>
          <w:szCs w:val="22"/>
          <w:lang w:val="fr-CH"/>
        </w:rPr>
        <w:t>sont-elles pertinentes</w:t>
      </w:r>
      <w:r w:rsidRPr="00544AF0">
        <w:rPr>
          <w:sz w:val="22"/>
          <w:szCs w:val="22"/>
          <w:lang w:val="fr-CH"/>
        </w:rPr>
        <w:t xml:space="preserve"> et apportent-elles une valeur ajoutée </w:t>
      </w:r>
      <w:r w:rsidR="00850B4E" w:rsidRPr="00544AF0">
        <w:rPr>
          <w:sz w:val="22"/>
          <w:szCs w:val="22"/>
          <w:lang w:val="fr-CH"/>
        </w:rPr>
        <w:t xml:space="preserve">au </w:t>
      </w:r>
      <w:r w:rsidR="009030CE" w:rsidRPr="00544AF0">
        <w:rPr>
          <w:sz w:val="22"/>
          <w:szCs w:val="22"/>
          <w:lang w:val="fr-CH"/>
        </w:rPr>
        <w:t>travail écrit</w:t>
      </w:r>
      <w:r w:rsidRPr="00544AF0">
        <w:rPr>
          <w:sz w:val="22"/>
          <w:szCs w:val="22"/>
          <w:lang w:val="fr-CH"/>
        </w:rPr>
        <w:t xml:space="preserve"> ?</w:t>
      </w:r>
      <w:bookmarkStart w:id="0" w:name="_GoBack"/>
      <w:bookmarkEnd w:id="0"/>
    </w:p>
    <w:p w14:paraId="5D92035D" w14:textId="77777777" w:rsidR="004C593A" w:rsidRPr="00544AF0" w:rsidRDefault="004C593A" w:rsidP="00682941">
      <w:pPr>
        <w:pStyle w:val="Listenabsatz"/>
        <w:rPr>
          <w:sz w:val="22"/>
          <w:szCs w:val="22"/>
          <w:lang w:val="fr-CH"/>
        </w:rPr>
      </w:pPr>
    </w:p>
    <w:p w14:paraId="4597F11C" w14:textId="2F98AAC3" w:rsidR="005C1D42" w:rsidRPr="00544AF0" w:rsidRDefault="00DF576F">
      <w:pPr>
        <w:pStyle w:val="berschrift2"/>
        <w:spacing w:before="0"/>
        <w:rPr>
          <w:bCs/>
          <w:sz w:val="22"/>
          <w:lang w:val="fr-CH"/>
        </w:rPr>
      </w:pPr>
      <w:r w:rsidRPr="00544AF0">
        <w:rPr>
          <w:bCs/>
          <w:sz w:val="22"/>
          <w:lang w:val="fr-CH"/>
        </w:rPr>
        <w:t xml:space="preserve">Révision du </w:t>
      </w:r>
      <w:r w:rsidR="00407397" w:rsidRPr="00544AF0">
        <w:rPr>
          <w:bCs/>
          <w:sz w:val="22"/>
          <w:lang w:val="fr-CH"/>
        </w:rPr>
        <w:t>travail écrit</w:t>
      </w:r>
      <w:r w:rsidRPr="00544AF0">
        <w:rPr>
          <w:bCs/>
          <w:sz w:val="22"/>
          <w:lang w:val="fr-CH"/>
        </w:rPr>
        <w:t xml:space="preserve"> :</w:t>
      </w:r>
    </w:p>
    <w:p w14:paraId="71098F58" w14:textId="77777777" w:rsidR="005C1D42" w:rsidRPr="00544AF0" w:rsidRDefault="00DF576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Vérifier l'orthographe </w:t>
      </w:r>
    </w:p>
    <w:p w14:paraId="16CD0A73" w14:textId="779B67FB" w:rsidR="005C1D42" w:rsidRPr="00544AF0" w:rsidRDefault="00DF576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Le texte est écrit de manière compréhensible, les enchaînements </w:t>
      </w:r>
      <w:r w:rsidR="003A24C2" w:rsidRPr="00544AF0">
        <w:rPr>
          <w:sz w:val="22"/>
          <w:szCs w:val="22"/>
          <w:lang w:val="fr-CH"/>
        </w:rPr>
        <w:t>des idées</w:t>
      </w:r>
      <w:r w:rsidRPr="00544AF0">
        <w:rPr>
          <w:sz w:val="22"/>
          <w:szCs w:val="22"/>
          <w:lang w:val="fr-CH"/>
        </w:rPr>
        <w:t xml:space="preserve"> sont </w:t>
      </w:r>
      <w:r w:rsidR="00850B4E" w:rsidRPr="00544AF0">
        <w:rPr>
          <w:sz w:val="22"/>
          <w:szCs w:val="22"/>
          <w:lang w:val="fr-CH"/>
        </w:rPr>
        <w:t>logiques</w:t>
      </w:r>
    </w:p>
    <w:p w14:paraId="53168B68" w14:textId="1FF10F48" w:rsidR="005C1D42" w:rsidRPr="00544AF0" w:rsidRDefault="00DF576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Il n'y a pas </w:t>
      </w:r>
      <w:r w:rsidR="00A20ADB" w:rsidRPr="00544AF0">
        <w:rPr>
          <w:sz w:val="22"/>
          <w:szCs w:val="22"/>
          <w:lang w:val="fr-CH"/>
        </w:rPr>
        <w:t>d’énoncés</w:t>
      </w:r>
      <w:r w:rsidRPr="00544AF0">
        <w:rPr>
          <w:sz w:val="22"/>
          <w:szCs w:val="22"/>
          <w:lang w:val="fr-CH"/>
        </w:rPr>
        <w:t xml:space="preserve"> contradictoires ni de répétitions inutiles</w:t>
      </w:r>
    </w:p>
    <w:p w14:paraId="22EF0660" w14:textId="7DE403CF" w:rsidR="005C1D42" w:rsidRPr="00544AF0" w:rsidRDefault="00DF576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>Les titres des chapitres sont significatifs et structurés de manière logique (un nouveau chapitre commence sur une nouvelle page)</w:t>
      </w:r>
    </w:p>
    <w:p w14:paraId="46D45270" w14:textId="0E584A83" w:rsidR="005C1D42" w:rsidRPr="00544AF0" w:rsidRDefault="00DF576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lastRenderedPageBreak/>
        <w:t xml:space="preserve">Les transitions entre les </w:t>
      </w:r>
      <w:r w:rsidR="003A24C2" w:rsidRPr="00544AF0">
        <w:rPr>
          <w:sz w:val="22"/>
          <w:szCs w:val="22"/>
          <w:lang w:val="fr-CH"/>
        </w:rPr>
        <w:t xml:space="preserve">différentes parties </w:t>
      </w:r>
      <w:r w:rsidRPr="00544AF0">
        <w:rPr>
          <w:sz w:val="22"/>
          <w:szCs w:val="22"/>
          <w:lang w:val="fr-CH"/>
        </w:rPr>
        <w:t xml:space="preserve">sont fluides </w:t>
      </w:r>
      <w:r w:rsidRPr="00544AF0">
        <w:rPr>
          <w:b/>
          <w:sz w:val="22"/>
          <w:szCs w:val="22"/>
          <w:lang w:val="fr-CH"/>
        </w:rPr>
        <w:t xml:space="preserve">(fil rouge) </w:t>
      </w:r>
    </w:p>
    <w:p w14:paraId="5A6B6A0D" w14:textId="2F73276B" w:rsidR="005C1D42" w:rsidRPr="00544AF0" w:rsidRDefault="00DF576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Chaque section comporte un message clair </w:t>
      </w:r>
      <w:r w:rsidR="00682941" w:rsidRPr="00544AF0">
        <w:rPr>
          <w:sz w:val="22"/>
          <w:szCs w:val="22"/>
          <w:lang w:val="fr-CH"/>
        </w:rPr>
        <w:t xml:space="preserve">et les </w:t>
      </w:r>
      <w:r w:rsidR="00A20ADB" w:rsidRPr="00544AF0">
        <w:rPr>
          <w:sz w:val="22"/>
          <w:szCs w:val="22"/>
          <w:lang w:val="fr-CH"/>
        </w:rPr>
        <w:t xml:space="preserve">énoncés </w:t>
      </w:r>
      <w:r w:rsidR="00682941" w:rsidRPr="00544AF0">
        <w:rPr>
          <w:sz w:val="22"/>
          <w:szCs w:val="22"/>
          <w:lang w:val="fr-CH"/>
        </w:rPr>
        <w:t xml:space="preserve">sont </w:t>
      </w:r>
      <w:r w:rsidRPr="00544AF0">
        <w:rPr>
          <w:sz w:val="22"/>
          <w:szCs w:val="22"/>
          <w:lang w:val="fr-CH"/>
        </w:rPr>
        <w:t>étayés</w:t>
      </w:r>
    </w:p>
    <w:p w14:paraId="65D06CFB" w14:textId="77777777" w:rsidR="005C1D42" w:rsidRPr="00544AF0" w:rsidRDefault="00DF576F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 xml:space="preserve">La bibliographie est complète </w:t>
      </w:r>
    </w:p>
    <w:p w14:paraId="07F1C77B" w14:textId="77777777" w:rsidR="005C1D42" w:rsidRPr="00544AF0" w:rsidRDefault="00850B4E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  <w:lang w:val="fr-CH"/>
        </w:rPr>
      </w:pPr>
      <w:r w:rsidRPr="00544AF0">
        <w:rPr>
          <w:sz w:val="22"/>
          <w:szCs w:val="22"/>
          <w:lang w:val="fr-CH"/>
        </w:rPr>
        <w:t>Il est fait référence aux illustrations</w:t>
      </w:r>
      <w:r w:rsidR="00DF576F" w:rsidRPr="00544AF0">
        <w:rPr>
          <w:sz w:val="22"/>
          <w:szCs w:val="22"/>
          <w:lang w:val="fr-CH"/>
        </w:rPr>
        <w:t xml:space="preserve"> dans le texte </w:t>
      </w:r>
    </w:p>
    <w:sectPr w:rsidR="005C1D42" w:rsidRPr="00544AF0" w:rsidSect="00C80074"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581" w:right="1134" w:bottom="1134" w:left="1701" w:header="7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B2326" w14:textId="77777777" w:rsidR="00154B25" w:rsidRDefault="00154B25" w:rsidP="00B453A2">
      <w:r>
        <w:separator/>
      </w:r>
    </w:p>
  </w:endnote>
  <w:endnote w:type="continuationSeparator" w:id="0">
    <w:p w14:paraId="6D60448F" w14:textId="77777777" w:rsidR="00154B25" w:rsidRDefault="00154B25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71244" w14:textId="5E36E9C5" w:rsidR="005C1D42" w:rsidRDefault="00DF576F">
    <w:pPr>
      <w:pStyle w:val="Fuss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="00BF75C4" w:rsidRPr="00BF75C4">
      <w:rPr>
        <w:lang w:val="de-DE"/>
      </w:rPr>
      <w:t>2</w:t>
    </w:r>
    <w:r>
      <w:fldChar w:fldCharType="end"/>
    </w:r>
    <w:r>
      <w:ptab w:relativeTo="margin" w:alignment="center" w:leader="none"/>
    </w:r>
    <w:r>
      <w:ptab w:relativeTo="margin" w:alignment="right" w:leader="none"/>
    </w:r>
    <w:r w:rsidR="00BF75C4">
      <w:fldChar w:fldCharType="begin"/>
    </w:r>
    <w:r w:rsidR="00BF75C4">
      <w:instrText xml:space="preserve"> FILENAME \* MERGEFORMAT </w:instrText>
    </w:r>
    <w:r w:rsidR="00BF75C4">
      <w:fldChar w:fldCharType="separate"/>
    </w:r>
    <w:r w:rsidR="00BF75C4">
      <w:t>3071 Liste de controle travail écrit 2022-05</w:t>
    </w:r>
    <w:r w:rsidR="00BF75C4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93451" w14:textId="77777777" w:rsidR="005C1D42" w:rsidRDefault="001132F7">
    <w:pPr>
      <w:pStyle w:val="Fuss"/>
      <w:rPr>
        <w:lang w:val="de-DE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A23F80">
      <w:t>Document5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>
      <w:fldChar w:fldCharType="begin"/>
    </w:r>
    <w:r>
      <w:instrText xml:space="preserve"> FILENAME \* MERGEFORMAT </w:instrText>
    </w:r>
    <w:r>
      <w:fldChar w:fldCharType="separate"/>
    </w:r>
    <w:r w:rsidR="00A23F80">
      <w:t xml:space="preserve"> </w:t>
    </w:r>
    <w:r>
      <w:fldChar w:fldCharType="end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4D6F99" w:rsidRPr="004D6F99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1EAF6" w14:textId="28629EB1" w:rsidR="005C1D42" w:rsidRPr="001C55F8" w:rsidRDefault="0060299A">
    <w:pPr>
      <w:pStyle w:val="Fuss"/>
      <w:tabs>
        <w:tab w:val="clear" w:pos="9072"/>
        <w:tab w:val="right" w:pos="8647"/>
      </w:tabs>
      <w:ind w:right="-1134"/>
      <w:rPr>
        <w:lang w:val="fr-CH"/>
      </w:rPr>
    </w:pPr>
    <w:r>
      <w:rPr>
        <w:noProof w:val="0"/>
      </w:rPr>
      <w:fldChar w:fldCharType="begin"/>
    </w:r>
    <w:r w:rsidRPr="0060299A">
      <w:rPr>
        <w:noProof w:val="0"/>
        <w:lang w:val="fr-CH"/>
      </w:rPr>
      <w:instrText xml:space="preserve"> FILENAME   \* MERGEFORMAT </w:instrText>
    </w:r>
    <w:r>
      <w:rPr>
        <w:noProof w:val="0"/>
      </w:rPr>
      <w:fldChar w:fldCharType="separate"/>
    </w:r>
    <w:r w:rsidR="00BF75C4">
      <w:rPr>
        <w:lang w:val="fr-CH"/>
      </w:rPr>
      <w:t>3071 Liste de controle travail écrit 2022-05</w:t>
    </w:r>
    <w:r>
      <w:rPr>
        <w:noProof w:val="0"/>
      </w:rPr>
      <w:fldChar w:fldCharType="end"/>
    </w:r>
    <w:r w:rsidRPr="0060299A">
      <w:rPr>
        <w:noProof w:val="0"/>
        <w:lang w:val="fr-CH"/>
      </w:rPr>
      <w:tab/>
    </w:r>
    <w:r w:rsidRPr="0060299A">
      <w:rPr>
        <w:noProof w:val="0"/>
        <w:lang w:val="fr-CH"/>
      </w:rPr>
      <w:tab/>
    </w:r>
    <w:r w:rsidR="00C5257A">
      <w:rPr>
        <w:noProof w:val="0"/>
      </w:rPr>
      <w:fldChar w:fldCharType="begin"/>
    </w:r>
    <w:r w:rsidR="00C5257A" w:rsidRPr="001C55F8">
      <w:rPr>
        <w:noProof w:val="0"/>
        <w:lang w:val="fr-CH"/>
      </w:rPr>
      <w:instrText>PAGE   \* MERGEFORMAT</w:instrText>
    </w:r>
    <w:r w:rsidR="00C5257A">
      <w:rPr>
        <w:noProof w:val="0"/>
      </w:rPr>
      <w:fldChar w:fldCharType="separate"/>
    </w:r>
    <w:r w:rsidR="00BF75C4">
      <w:rPr>
        <w:lang w:val="fr-CH"/>
      </w:rPr>
      <w:t>1</w:t>
    </w:r>
    <w:r w:rsidR="00C5257A">
      <w:rPr>
        <w:noProof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866E2" w14:textId="77777777" w:rsidR="00154B25" w:rsidRDefault="00154B25" w:rsidP="00B453A2">
      <w:r>
        <w:separator/>
      </w:r>
    </w:p>
  </w:footnote>
  <w:footnote w:type="continuationSeparator" w:id="0">
    <w:p w14:paraId="143CFD95" w14:textId="77777777" w:rsidR="00154B25" w:rsidRDefault="00154B25" w:rsidP="00B4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2" w:type="dxa"/>
      <w:tblInd w:w="-550" w:type="dxa"/>
      <w:tblLayout w:type="fixed"/>
      <w:tblLook w:val="01E0" w:firstRow="1" w:lastRow="1" w:firstColumn="1" w:lastColumn="1" w:noHBand="0" w:noVBand="0"/>
    </w:tblPr>
    <w:tblGrid>
      <w:gridCol w:w="4848"/>
      <w:gridCol w:w="5024"/>
    </w:tblGrid>
    <w:tr w:rsidR="006C788C" w:rsidRPr="00BF75C4" w14:paraId="654069D0" w14:textId="77777777" w:rsidTr="006C788C">
      <w:tc>
        <w:tcPr>
          <w:tcW w:w="4848" w:type="dxa"/>
        </w:tcPr>
        <w:p w14:paraId="7182AC94" w14:textId="77777777" w:rsidR="006C788C" w:rsidRPr="006C788C" w:rsidRDefault="006C788C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43C79C0C" wp14:editId="5BBA562B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4" w:type="dxa"/>
        </w:tcPr>
        <w:p w14:paraId="3D23AE8A" w14:textId="77777777" w:rsidR="005C1D42" w:rsidRPr="001C55F8" w:rsidRDefault="00DF576F">
          <w:pPr>
            <w:suppressAutoHyphens/>
            <w:spacing w:before="0" w:after="100" w:line="200" w:lineRule="exact"/>
            <w:rPr>
              <w:sz w:val="15"/>
              <w:lang w:val="fr-CH"/>
            </w:rPr>
          </w:pPr>
          <w:r w:rsidRPr="001C55F8">
            <w:rPr>
              <w:sz w:val="15"/>
              <w:lang w:val="fr-CH"/>
            </w:rPr>
            <w:t xml:space="preserve">Département fédéral de la défense, de la </w:t>
          </w:r>
          <w:r w:rsidRPr="001C55F8">
            <w:rPr>
              <w:sz w:val="15"/>
              <w:lang w:val="fr-CH"/>
            </w:rPr>
            <w:br/>
            <w:t>protection de la population et des sports DDPS</w:t>
          </w:r>
        </w:p>
        <w:p w14:paraId="1CEBB8E1" w14:textId="77777777" w:rsidR="005C1D42" w:rsidRDefault="00DF576F">
          <w:pPr>
            <w:spacing w:before="0"/>
            <w:rPr>
              <w:sz w:val="22"/>
              <w:lang w:val="fr-CH"/>
            </w:rPr>
          </w:pPr>
          <w:r>
            <w:rPr>
              <w:b/>
              <w:sz w:val="15"/>
              <w:lang w:val="fr-CH"/>
            </w:rPr>
            <w:t xml:space="preserve">Office fédéral de </w:t>
          </w:r>
          <w:r w:rsidRPr="001C55F8">
            <w:rPr>
              <w:b/>
              <w:sz w:val="15"/>
              <w:lang w:val="fr-CH"/>
            </w:rPr>
            <w:t>la protection de la population OFPP</w:t>
          </w:r>
          <w:r w:rsidR="006C788C" w:rsidRPr="006C788C">
            <w:rPr>
              <w:b/>
              <w:sz w:val="15"/>
              <w:lang w:val="fr-CH"/>
            </w:rPr>
            <w:br/>
          </w:r>
          <w:r w:rsidR="00850B4E">
            <w:rPr>
              <w:sz w:val="15"/>
              <w:lang w:val="fr-CH"/>
            </w:rPr>
            <w:t>Instruction</w:t>
          </w:r>
        </w:p>
        <w:p w14:paraId="1A2053ED" w14:textId="77777777" w:rsidR="006C788C" w:rsidRPr="00433E26" w:rsidRDefault="006C788C" w:rsidP="008F28D8">
          <w:pPr>
            <w:spacing w:before="0"/>
            <w:rPr>
              <w:sz w:val="22"/>
              <w:lang w:val="fr-CH"/>
            </w:rPr>
          </w:pPr>
        </w:p>
      </w:tc>
    </w:tr>
  </w:tbl>
  <w:p w14:paraId="73282BAC" w14:textId="77777777" w:rsidR="006C788C" w:rsidRPr="00433E26" w:rsidRDefault="006C788C" w:rsidP="00433E26">
    <w:pPr>
      <w:spacing w:before="0"/>
      <w:rPr>
        <w:sz w:val="8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0A4152"/>
    <w:multiLevelType w:val="hybridMultilevel"/>
    <w:tmpl w:val="6B46C1C0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14BB0"/>
    <w:multiLevelType w:val="hybridMultilevel"/>
    <w:tmpl w:val="CC683A86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3744EDE"/>
    <w:multiLevelType w:val="hybridMultilevel"/>
    <w:tmpl w:val="D7FC94DC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13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023193"/>
    <w:multiLevelType w:val="hybridMultilevel"/>
    <w:tmpl w:val="38881D9E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9"/>
  </w:num>
  <w:num w:numId="5">
    <w:abstractNumId w:val="13"/>
  </w:num>
  <w:num w:numId="6">
    <w:abstractNumId w:val="4"/>
  </w:num>
  <w:num w:numId="7">
    <w:abstractNumId w:val="15"/>
  </w:num>
  <w:num w:numId="8">
    <w:abstractNumId w:val="3"/>
  </w:num>
  <w:num w:numId="9">
    <w:abstractNumId w:val="17"/>
  </w:num>
  <w:num w:numId="10">
    <w:abstractNumId w:val="14"/>
  </w:num>
  <w:num w:numId="11">
    <w:abstractNumId w:val="8"/>
  </w:num>
  <w:num w:numId="12">
    <w:abstractNumId w:val="0"/>
  </w:num>
  <w:num w:numId="13">
    <w:abstractNumId w:val="10"/>
  </w:num>
  <w:num w:numId="14">
    <w:abstractNumId w:val="13"/>
  </w:num>
  <w:num w:numId="15">
    <w:abstractNumId w:val="12"/>
  </w:num>
  <w:num w:numId="16">
    <w:abstractNumId w:val="11"/>
  </w:num>
  <w:num w:numId="17">
    <w:abstractNumId w:val="16"/>
  </w:num>
  <w:num w:numId="18">
    <w:abstractNumId w:val="7"/>
  </w:num>
  <w:num w:numId="1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A23F80"/>
    <w:rsid w:val="000017CD"/>
    <w:rsid w:val="00001D2B"/>
    <w:rsid w:val="00001E97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1D69"/>
    <w:rsid w:val="000426B2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10D6"/>
    <w:rsid w:val="00053445"/>
    <w:rsid w:val="000536DE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684"/>
    <w:rsid w:val="000B32DB"/>
    <w:rsid w:val="000B38A2"/>
    <w:rsid w:val="000B45F5"/>
    <w:rsid w:val="000B47CB"/>
    <w:rsid w:val="000B48A9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4B10"/>
    <w:rsid w:val="000E4FB8"/>
    <w:rsid w:val="000E5AAE"/>
    <w:rsid w:val="000E606E"/>
    <w:rsid w:val="000E6DD6"/>
    <w:rsid w:val="000E7AD4"/>
    <w:rsid w:val="000F00C9"/>
    <w:rsid w:val="000F00DF"/>
    <w:rsid w:val="000F0C1A"/>
    <w:rsid w:val="000F3CCD"/>
    <w:rsid w:val="000F5719"/>
    <w:rsid w:val="000F59AC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2F7"/>
    <w:rsid w:val="00113A16"/>
    <w:rsid w:val="00114715"/>
    <w:rsid w:val="00115177"/>
    <w:rsid w:val="00115B6E"/>
    <w:rsid w:val="00116A60"/>
    <w:rsid w:val="001173A4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4C5B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4B25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7A87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55F8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5B"/>
    <w:rsid w:val="001F1361"/>
    <w:rsid w:val="001F1C90"/>
    <w:rsid w:val="001F28B7"/>
    <w:rsid w:val="001F5227"/>
    <w:rsid w:val="001F5709"/>
    <w:rsid w:val="001F7242"/>
    <w:rsid w:val="002001C4"/>
    <w:rsid w:val="0020086B"/>
    <w:rsid w:val="00200D3D"/>
    <w:rsid w:val="00201781"/>
    <w:rsid w:val="00201D10"/>
    <w:rsid w:val="00202F07"/>
    <w:rsid w:val="00204F2A"/>
    <w:rsid w:val="00206DFE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3B4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7B97"/>
    <w:rsid w:val="00280333"/>
    <w:rsid w:val="00280DC9"/>
    <w:rsid w:val="002813C0"/>
    <w:rsid w:val="00284C1A"/>
    <w:rsid w:val="00285FFC"/>
    <w:rsid w:val="00287B77"/>
    <w:rsid w:val="00287BA5"/>
    <w:rsid w:val="002926C0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F79"/>
    <w:rsid w:val="002D64B5"/>
    <w:rsid w:val="002D7379"/>
    <w:rsid w:val="002E075A"/>
    <w:rsid w:val="002E203C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4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839"/>
    <w:rsid w:val="00311A97"/>
    <w:rsid w:val="00313158"/>
    <w:rsid w:val="00313802"/>
    <w:rsid w:val="0031452D"/>
    <w:rsid w:val="0031461B"/>
    <w:rsid w:val="00315427"/>
    <w:rsid w:val="00315535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5DD"/>
    <w:rsid w:val="00334D8B"/>
    <w:rsid w:val="0033650B"/>
    <w:rsid w:val="003411C9"/>
    <w:rsid w:val="003421E8"/>
    <w:rsid w:val="0034255C"/>
    <w:rsid w:val="0034287B"/>
    <w:rsid w:val="003437D4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24C2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73C7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F78"/>
    <w:rsid w:val="003E5053"/>
    <w:rsid w:val="003E5369"/>
    <w:rsid w:val="003E594F"/>
    <w:rsid w:val="003E6BC8"/>
    <w:rsid w:val="003E74EE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397"/>
    <w:rsid w:val="004078D5"/>
    <w:rsid w:val="00407FFA"/>
    <w:rsid w:val="00410077"/>
    <w:rsid w:val="00412489"/>
    <w:rsid w:val="004133FC"/>
    <w:rsid w:val="00413C68"/>
    <w:rsid w:val="004148EE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71BB"/>
    <w:rsid w:val="00467622"/>
    <w:rsid w:val="00470156"/>
    <w:rsid w:val="00471196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F21"/>
    <w:rsid w:val="004C3122"/>
    <w:rsid w:val="004C3937"/>
    <w:rsid w:val="004C3C8D"/>
    <w:rsid w:val="004C3D02"/>
    <w:rsid w:val="004C4BF5"/>
    <w:rsid w:val="004C5043"/>
    <w:rsid w:val="004C530D"/>
    <w:rsid w:val="004C593A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4F7FC5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833"/>
    <w:rsid w:val="00536C58"/>
    <w:rsid w:val="00536F16"/>
    <w:rsid w:val="00537A72"/>
    <w:rsid w:val="005405A4"/>
    <w:rsid w:val="00540960"/>
    <w:rsid w:val="00540D72"/>
    <w:rsid w:val="005410EE"/>
    <w:rsid w:val="00541ACC"/>
    <w:rsid w:val="00541C42"/>
    <w:rsid w:val="005422A5"/>
    <w:rsid w:val="00542666"/>
    <w:rsid w:val="005428CA"/>
    <w:rsid w:val="0054492F"/>
    <w:rsid w:val="00544AF0"/>
    <w:rsid w:val="00544DA6"/>
    <w:rsid w:val="00545207"/>
    <w:rsid w:val="0054567E"/>
    <w:rsid w:val="0055060B"/>
    <w:rsid w:val="005506CD"/>
    <w:rsid w:val="00551120"/>
    <w:rsid w:val="005514A7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F2B"/>
    <w:rsid w:val="005B4505"/>
    <w:rsid w:val="005B4D69"/>
    <w:rsid w:val="005B6895"/>
    <w:rsid w:val="005B6A0C"/>
    <w:rsid w:val="005B7B90"/>
    <w:rsid w:val="005C00EA"/>
    <w:rsid w:val="005C0C20"/>
    <w:rsid w:val="005C1D42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600812"/>
    <w:rsid w:val="00601223"/>
    <w:rsid w:val="0060137F"/>
    <w:rsid w:val="006023B7"/>
    <w:rsid w:val="0060299A"/>
    <w:rsid w:val="00602B51"/>
    <w:rsid w:val="006058C4"/>
    <w:rsid w:val="00605F69"/>
    <w:rsid w:val="00610370"/>
    <w:rsid w:val="00612AE2"/>
    <w:rsid w:val="006130A1"/>
    <w:rsid w:val="0061559A"/>
    <w:rsid w:val="006157AF"/>
    <w:rsid w:val="0061594C"/>
    <w:rsid w:val="00616714"/>
    <w:rsid w:val="00620C57"/>
    <w:rsid w:val="00622CAF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D4F"/>
    <w:rsid w:val="00635418"/>
    <w:rsid w:val="00637463"/>
    <w:rsid w:val="00645C35"/>
    <w:rsid w:val="00647979"/>
    <w:rsid w:val="00647EBE"/>
    <w:rsid w:val="00652CD3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941"/>
    <w:rsid w:val="00682C06"/>
    <w:rsid w:val="006833F9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29F7"/>
    <w:rsid w:val="006E2B13"/>
    <w:rsid w:val="006E35CD"/>
    <w:rsid w:val="006E3B89"/>
    <w:rsid w:val="006E5257"/>
    <w:rsid w:val="006E5E98"/>
    <w:rsid w:val="006E7588"/>
    <w:rsid w:val="006E7708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28F6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DBF"/>
    <w:rsid w:val="007611B2"/>
    <w:rsid w:val="00762B3C"/>
    <w:rsid w:val="00762B47"/>
    <w:rsid w:val="00762CFF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1B7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34B3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0B4E"/>
    <w:rsid w:val="00851616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35B3"/>
    <w:rsid w:val="00893BB8"/>
    <w:rsid w:val="008950C2"/>
    <w:rsid w:val="00896A8D"/>
    <w:rsid w:val="0089717E"/>
    <w:rsid w:val="00897C1E"/>
    <w:rsid w:val="008A1570"/>
    <w:rsid w:val="008A1944"/>
    <w:rsid w:val="008A300C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0CE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7223"/>
    <w:rsid w:val="00960023"/>
    <w:rsid w:val="009608BF"/>
    <w:rsid w:val="0096270B"/>
    <w:rsid w:val="00964A61"/>
    <w:rsid w:val="009650DA"/>
    <w:rsid w:val="00965616"/>
    <w:rsid w:val="009662BA"/>
    <w:rsid w:val="00966D4A"/>
    <w:rsid w:val="00967964"/>
    <w:rsid w:val="00970253"/>
    <w:rsid w:val="00970409"/>
    <w:rsid w:val="009733D1"/>
    <w:rsid w:val="00974939"/>
    <w:rsid w:val="00975030"/>
    <w:rsid w:val="0097534E"/>
    <w:rsid w:val="0097611D"/>
    <w:rsid w:val="00976804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54F9"/>
    <w:rsid w:val="009F586F"/>
    <w:rsid w:val="009F6348"/>
    <w:rsid w:val="009F6945"/>
    <w:rsid w:val="009F7D35"/>
    <w:rsid w:val="009F7EAC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ADB"/>
    <w:rsid w:val="00A20B1D"/>
    <w:rsid w:val="00A20D40"/>
    <w:rsid w:val="00A21885"/>
    <w:rsid w:val="00A21C70"/>
    <w:rsid w:val="00A22380"/>
    <w:rsid w:val="00A23F80"/>
    <w:rsid w:val="00A23FD5"/>
    <w:rsid w:val="00A24D57"/>
    <w:rsid w:val="00A262A1"/>
    <w:rsid w:val="00A26961"/>
    <w:rsid w:val="00A26F4C"/>
    <w:rsid w:val="00A3082D"/>
    <w:rsid w:val="00A30F5C"/>
    <w:rsid w:val="00A31003"/>
    <w:rsid w:val="00A329AE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77410"/>
    <w:rsid w:val="00A818C0"/>
    <w:rsid w:val="00A82AF0"/>
    <w:rsid w:val="00A8504D"/>
    <w:rsid w:val="00A854DD"/>
    <w:rsid w:val="00A876D9"/>
    <w:rsid w:val="00A87A92"/>
    <w:rsid w:val="00A93A13"/>
    <w:rsid w:val="00A966C1"/>
    <w:rsid w:val="00A9739E"/>
    <w:rsid w:val="00AA2327"/>
    <w:rsid w:val="00AA45B5"/>
    <w:rsid w:val="00AA55EE"/>
    <w:rsid w:val="00AA58E1"/>
    <w:rsid w:val="00AA597D"/>
    <w:rsid w:val="00AA7C48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C91"/>
    <w:rsid w:val="00AC603A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F35"/>
    <w:rsid w:val="00BB2771"/>
    <w:rsid w:val="00BB31C5"/>
    <w:rsid w:val="00BB3643"/>
    <w:rsid w:val="00BB574E"/>
    <w:rsid w:val="00BB6B49"/>
    <w:rsid w:val="00BB7F1D"/>
    <w:rsid w:val="00BC0C9B"/>
    <w:rsid w:val="00BC0F47"/>
    <w:rsid w:val="00BC1142"/>
    <w:rsid w:val="00BC17B7"/>
    <w:rsid w:val="00BC218D"/>
    <w:rsid w:val="00BC4530"/>
    <w:rsid w:val="00BC558C"/>
    <w:rsid w:val="00BC793C"/>
    <w:rsid w:val="00BD03FD"/>
    <w:rsid w:val="00BD0B01"/>
    <w:rsid w:val="00BD1E30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BF75C4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3658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78E"/>
    <w:rsid w:val="00C72A5A"/>
    <w:rsid w:val="00C73E0A"/>
    <w:rsid w:val="00C7445C"/>
    <w:rsid w:val="00C7451D"/>
    <w:rsid w:val="00C7464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AA"/>
    <w:rsid w:val="00C8324A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675"/>
    <w:rsid w:val="00CC5A38"/>
    <w:rsid w:val="00CC5C4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6BD"/>
    <w:rsid w:val="00CE2B8E"/>
    <w:rsid w:val="00CE2F13"/>
    <w:rsid w:val="00CE35E2"/>
    <w:rsid w:val="00CE3E4D"/>
    <w:rsid w:val="00CE3E92"/>
    <w:rsid w:val="00CE4CF8"/>
    <w:rsid w:val="00CE4D8B"/>
    <w:rsid w:val="00CE693E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2BA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CC4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458A"/>
    <w:rsid w:val="00D65775"/>
    <w:rsid w:val="00D65C58"/>
    <w:rsid w:val="00D715B9"/>
    <w:rsid w:val="00D71B12"/>
    <w:rsid w:val="00D71B72"/>
    <w:rsid w:val="00D72AE4"/>
    <w:rsid w:val="00D74F8F"/>
    <w:rsid w:val="00D7586D"/>
    <w:rsid w:val="00D761BA"/>
    <w:rsid w:val="00D779CE"/>
    <w:rsid w:val="00D8312C"/>
    <w:rsid w:val="00D83ED3"/>
    <w:rsid w:val="00D85DAB"/>
    <w:rsid w:val="00D8656D"/>
    <w:rsid w:val="00D8667B"/>
    <w:rsid w:val="00D86B7D"/>
    <w:rsid w:val="00D873FF"/>
    <w:rsid w:val="00D87620"/>
    <w:rsid w:val="00D91C10"/>
    <w:rsid w:val="00D931D3"/>
    <w:rsid w:val="00D93727"/>
    <w:rsid w:val="00D93B26"/>
    <w:rsid w:val="00D93B62"/>
    <w:rsid w:val="00D95CDD"/>
    <w:rsid w:val="00D9651B"/>
    <w:rsid w:val="00D975FB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576F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250A"/>
    <w:rsid w:val="00E646B9"/>
    <w:rsid w:val="00E651B3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77960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F28"/>
    <w:rsid w:val="00ED3F31"/>
    <w:rsid w:val="00ED4645"/>
    <w:rsid w:val="00ED6269"/>
    <w:rsid w:val="00ED7532"/>
    <w:rsid w:val="00ED7941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5467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E2212"/>
    <w:rsid w:val="00FE3A57"/>
    <w:rsid w:val="00FE415A"/>
    <w:rsid w:val="00FE4262"/>
    <w:rsid w:val="00FE4997"/>
    <w:rsid w:val="00FE58E2"/>
    <w:rsid w:val="00FE5B80"/>
    <w:rsid w:val="00FE6300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116FAA20"/>
  <w15:docId w15:val="{D3619F56-AEB5-45CF-9150-B8412299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97C1E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108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284"/>
      </w:tabs>
      <w:ind w:left="284" w:hanging="284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styleId="Listenabsatz">
    <w:name w:val="List Paragraph"/>
    <w:basedOn w:val="Standard"/>
    <w:uiPriority w:val="34"/>
    <w:rsid w:val="00A23F80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921B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921B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921B7"/>
    <w:rPr>
      <w:rFonts w:ascii="Arial" w:hAnsi="Arial"/>
      <w:kern w:val="22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921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921B7"/>
    <w:rPr>
      <w:rFonts w:ascii="Arial" w:hAnsi="Arial"/>
      <w:b/>
      <w:bCs/>
      <w:kern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BURAUT\Templates\OU02\BABS_AUSB\D_Arbeitspapier_A4_hoch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E080A-9325-43D6-91A1-8253CB65B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BF48FD-320A-4B5F-9403-6EB0C484780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02AF6D6-AD73-4CF5-A4EE-05ED768E07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5E52D1-5890-4534-87BD-37F104301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D_Arbeitspapier_A4_hoch</Template>
  <TotalTime>0</TotalTime>
  <Pages>2</Pages>
  <Words>359</Words>
  <Characters>2263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F_Arbeitspapier_A4_hoch</vt:lpstr>
      <vt:lpstr>F_Arbeitspapier_A4_hoch</vt:lpstr>
      <vt:lpstr>F_Arbeitspapier_A4_hoch</vt:lpstr>
    </vt:vector>
  </TitlesOfParts>
  <Manager/>
  <Company>BURAUT VBS</Company>
  <LinksUpToDate>false</LinksUpToDate>
  <CharactersWithSpaces>2617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F_Arbeitspapier_A4_hoch</dc:title>
  <dc:subject/>
  <dc:creator>Käser Valerie BABS</dc:creator>
  <cp:keywords/>
  <dc:description/>
  <cp:lastModifiedBy>Bieri Markus BABS</cp:lastModifiedBy>
  <cp:revision>9</cp:revision>
  <cp:lastPrinted>2015-12-16T11:46:00Z</cp:lastPrinted>
  <dcterms:created xsi:type="dcterms:W3CDTF">2021-07-12T15:48:00Z</dcterms:created>
  <dcterms:modified xsi:type="dcterms:W3CDTF">2022-05-31T11:12:00Z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2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swissmentor://babs.swissmentor.com/navigate/AllgemeinesDokument/154344/F_Arbeitspapier_A4_hoch.docx</vt:lpwstr>
  </property>
  <property fmtid="{D5CDD505-2E9C-101B-9397-08002B2CF9AE}" pid="5" name="ContentTypeId">
    <vt:lpwstr>0x010100FAD7FD9C1818A44A88B464B34A6C0620</vt:lpwstr>
  </property>
</Properties>
</file>